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ayout w:type="fixed"/>
        <w:tblLook w:val="0000"/>
      </w:tblPr>
      <w:tblGrid>
        <w:gridCol w:w="4395"/>
        <w:gridCol w:w="1418"/>
        <w:gridCol w:w="4536"/>
      </w:tblGrid>
      <w:tr w:rsidR="00F6322B" w:rsidRPr="002D262A">
        <w:trPr>
          <w:cantSplit/>
          <w:trHeight w:val="1288"/>
        </w:trPr>
        <w:tc>
          <w:tcPr>
            <w:tcW w:w="4395" w:type="dxa"/>
          </w:tcPr>
          <w:p w:rsidR="00F6322B" w:rsidRPr="002D262A" w:rsidRDefault="00F6322B" w:rsidP="00586E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62A">
              <w:rPr>
                <w:rFonts w:ascii="Times New Roman" w:hAnsi="Times New Roman" w:cs="Times New Roman"/>
                <w:sz w:val="24"/>
                <w:szCs w:val="24"/>
              </w:rPr>
              <w:t>ТАТАРСТАН РЕСПУБЛИКАСЫ</w:t>
            </w:r>
          </w:p>
          <w:p w:rsidR="00F6322B" w:rsidRDefault="00F6322B" w:rsidP="00586E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62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D262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2D262A">
              <w:rPr>
                <w:rFonts w:ascii="Times New Roman" w:hAnsi="Times New Roman" w:cs="Times New Roman"/>
                <w:sz w:val="24"/>
                <w:szCs w:val="24"/>
              </w:rPr>
              <w:t xml:space="preserve">ГАРИФ </w:t>
            </w:r>
            <w:r w:rsidRPr="002D262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ҺӘМ ФӘН</w:t>
            </w:r>
            <w:r w:rsidRPr="002D262A">
              <w:rPr>
                <w:rFonts w:ascii="Times New Roman" w:hAnsi="Times New Roman" w:cs="Times New Roman"/>
                <w:sz w:val="24"/>
                <w:szCs w:val="24"/>
              </w:rPr>
              <w:t xml:space="preserve"> МИНИСТРЛЫГЫ</w:t>
            </w:r>
          </w:p>
          <w:p w:rsidR="00F6322B" w:rsidRPr="002D262A" w:rsidRDefault="00F6322B" w:rsidP="00586E2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ДА</w:t>
            </w:r>
            <w:r w:rsidRPr="002D262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Ү</w:t>
            </w:r>
          </w:p>
          <w:p w:rsidR="00F6322B" w:rsidRPr="002D262A" w:rsidRDefault="00F6322B" w:rsidP="00586E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2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РЕСПУБЛИКА </w:t>
            </w:r>
          </w:p>
          <w:p w:rsidR="00F6322B" w:rsidRPr="002D262A" w:rsidRDefault="00F6322B" w:rsidP="00586E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2D2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ОЛИМПИАДА</w:t>
            </w:r>
            <w:r w:rsidRPr="002D262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ҮЗӘГЕ</w:t>
            </w:r>
          </w:p>
          <w:p w:rsidR="00F6322B" w:rsidRPr="002D262A" w:rsidRDefault="00F6322B" w:rsidP="0054628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noProof/>
                <w:lang w:eastAsia="ru-RU"/>
              </w:rPr>
              <w:pict>
                <v:line id="_x0000_s1026" style="position:absolute;left:0;text-align:left;z-index:251658240" from="-3.6pt,12.45pt" to="507.65pt,12.5pt" strokeweight="3pt"/>
              </w:pict>
            </w:r>
          </w:p>
          <w:p w:rsidR="00F6322B" w:rsidRPr="002D262A" w:rsidRDefault="00F6322B" w:rsidP="000B35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262A">
              <w:rPr>
                <w:rFonts w:ascii="Times New Roman" w:hAnsi="Times New Roman" w:cs="Times New Roman"/>
                <w:lang w:val="tt-RU"/>
              </w:rPr>
              <w:t xml:space="preserve">420036  </w:t>
            </w:r>
            <w:r w:rsidRPr="002D262A">
              <w:rPr>
                <w:rFonts w:ascii="Times New Roman" w:hAnsi="Times New Roman" w:cs="Times New Roman"/>
                <w:lang w:val="hsb-DE"/>
              </w:rPr>
              <w:t>Казан шәһәре,</w:t>
            </w:r>
            <w:r w:rsidRPr="002D262A">
              <w:rPr>
                <w:rFonts w:ascii="Times New Roman" w:hAnsi="Times New Roman" w:cs="Times New Roman"/>
                <w:lang w:val="tt-RU"/>
              </w:rPr>
              <w:t xml:space="preserve"> Социалистик ур.,</w:t>
            </w:r>
            <w:r w:rsidRPr="002D262A">
              <w:rPr>
                <w:rFonts w:ascii="Times New Roman" w:hAnsi="Times New Roman" w:cs="Times New Roman"/>
                <w:lang w:val="hsb-DE"/>
              </w:rPr>
              <w:t xml:space="preserve"> </w:t>
            </w:r>
            <w:r w:rsidRPr="002D262A">
              <w:rPr>
                <w:rFonts w:ascii="Times New Roman" w:hAnsi="Times New Roman" w:cs="Times New Roman"/>
              </w:rPr>
              <w:t>5</w:t>
            </w:r>
          </w:p>
          <w:p w:rsidR="00F6322B" w:rsidRPr="002D262A" w:rsidRDefault="00F6322B" w:rsidP="000B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62A">
              <w:rPr>
                <w:rFonts w:ascii="Times New Roman" w:hAnsi="Times New Roman" w:cs="Times New Roman"/>
              </w:rPr>
              <w:t>тел./факс: 571-14-68</w:t>
            </w:r>
          </w:p>
        </w:tc>
        <w:tc>
          <w:tcPr>
            <w:tcW w:w="1418" w:type="dxa"/>
          </w:tcPr>
          <w:p w:rsidR="00F6322B" w:rsidRPr="002D262A" w:rsidRDefault="00F6322B" w:rsidP="0054628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34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54pt">
                  <v:imagedata r:id="rId5" o:title=""/>
                </v:shape>
              </w:pict>
            </w:r>
          </w:p>
        </w:tc>
        <w:tc>
          <w:tcPr>
            <w:tcW w:w="4536" w:type="dxa"/>
          </w:tcPr>
          <w:p w:rsidR="00F6322B" w:rsidRPr="002D262A" w:rsidRDefault="00F6322B" w:rsidP="00586E25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62A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</w:t>
            </w:r>
          </w:p>
          <w:p w:rsidR="00F6322B" w:rsidRPr="002D262A" w:rsidRDefault="00F6322B" w:rsidP="00586E25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262A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ТАТАРСТАН</w:t>
            </w:r>
          </w:p>
          <w:p w:rsidR="00F6322B" w:rsidRDefault="00F6322B" w:rsidP="000B3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ГАУ</w:t>
            </w:r>
          </w:p>
          <w:p w:rsidR="00F6322B" w:rsidRPr="002D262A" w:rsidRDefault="00F6322B" w:rsidP="000B3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2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РЕСПУБЛИКАНСКИЙ </w:t>
            </w:r>
          </w:p>
          <w:p w:rsidR="00F6322B" w:rsidRPr="002D262A" w:rsidRDefault="00F6322B" w:rsidP="000B3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2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ОЛИМПИАДНЫЙ ЦЕНТР</w:t>
            </w:r>
          </w:p>
          <w:p w:rsidR="00F6322B" w:rsidRPr="002D262A" w:rsidRDefault="00F6322B" w:rsidP="0054628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6322B" w:rsidRPr="008A0083" w:rsidRDefault="00F6322B" w:rsidP="00546283">
            <w:pPr>
              <w:pStyle w:val="Heading1"/>
              <w:widowControl/>
              <w:jc w:val="right"/>
              <w:rPr>
                <w:rFonts w:ascii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8A0083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eastAsia="ru-RU"/>
              </w:rPr>
              <w:t>420036 г. Казань, ул. Социалистическая, 5</w:t>
            </w:r>
          </w:p>
          <w:p w:rsidR="00F6322B" w:rsidRPr="002D262A" w:rsidRDefault="00F6322B" w:rsidP="00546283">
            <w:pPr>
              <w:jc w:val="right"/>
              <w:rPr>
                <w:rFonts w:ascii="Times New Roman" w:hAnsi="Times New Roman" w:cs="Times New Roman"/>
              </w:rPr>
            </w:pPr>
            <w:r w:rsidRPr="002D262A">
              <w:rPr>
                <w:rFonts w:ascii="Times New Roman" w:hAnsi="Times New Roman" w:cs="Times New Roman"/>
              </w:rPr>
              <w:t>тел./факс: 571-14-68</w:t>
            </w:r>
          </w:p>
        </w:tc>
      </w:tr>
    </w:tbl>
    <w:p w:rsidR="00F6322B" w:rsidRDefault="00F6322B" w:rsidP="000B3541">
      <w:pPr>
        <w:jc w:val="both"/>
        <w:rPr>
          <w:rFonts w:ascii="Times New Roman" w:hAnsi="Times New Roman" w:cs="Times New Roman"/>
          <w:b/>
          <w:bCs/>
        </w:rPr>
      </w:pPr>
    </w:p>
    <w:p w:rsidR="00F6322B" w:rsidRPr="00173F22" w:rsidRDefault="00F6322B" w:rsidP="000B3541">
      <w:pPr>
        <w:jc w:val="both"/>
        <w:rPr>
          <w:rFonts w:ascii="Times New Roman" w:hAnsi="Times New Roman" w:cs="Times New Roman"/>
          <w:sz w:val="27"/>
          <w:szCs w:val="27"/>
        </w:rPr>
      </w:pPr>
      <w:r w:rsidRPr="002D262A"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</w:rPr>
        <w:t xml:space="preserve">  22  о/д </w:t>
      </w:r>
      <w:r w:rsidRPr="002D262A">
        <w:rPr>
          <w:rFonts w:ascii="Times New Roman" w:hAnsi="Times New Roman" w:cs="Times New Roman"/>
          <w:b/>
          <w:bCs/>
        </w:rPr>
        <w:t xml:space="preserve"> от </w:t>
      </w:r>
      <w:r>
        <w:rPr>
          <w:rFonts w:ascii="Times New Roman" w:hAnsi="Times New Roman" w:cs="Times New Roman"/>
          <w:b/>
          <w:bCs/>
        </w:rPr>
        <w:t xml:space="preserve"> 29.12.</w:t>
      </w:r>
      <w:r w:rsidRPr="002D262A">
        <w:rPr>
          <w:rFonts w:ascii="Times New Roman" w:hAnsi="Times New Roman" w:cs="Times New Roman"/>
          <w:b/>
          <w:bCs/>
        </w:rPr>
        <w:t xml:space="preserve"> 201</w:t>
      </w:r>
      <w:r>
        <w:rPr>
          <w:rFonts w:ascii="Times New Roman" w:hAnsi="Times New Roman" w:cs="Times New Roman"/>
          <w:b/>
          <w:bCs/>
        </w:rPr>
        <w:t>4</w:t>
      </w:r>
      <w:r w:rsidRPr="002D262A">
        <w:rPr>
          <w:rFonts w:ascii="Times New Roman" w:hAnsi="Times New Roman" w:cs="Times New Roman"/>
          <w:b/>
          <w:bCs/>
        </w:rPr>
        <w:t xml:space="preserve"> г.</w:t>
      </w:r>
      <w:r w:rsidRPr="002D262A">
        <w:rPr>
          <w:rFonts w:ascii="Times New Roman" w:hAnsi="Times New Roman" w:cs="Times New Roman"/>
          <w:sz w:val="28"/>
          <w:szCs w:val="28"/>
        </w:rPr>
        <w:t xml:space="preserve"> </w:t>
      </w:r>
      <w:r w:rsidRPr="002D262A">
        <w:rPr>
          <w:rFonts w:ascii="Times New Roman" w:hAnsi="Times New Roman" w:cs="Times New Roman"/>
          <w:b/>
          <w:bCs/>
        </w:rPr>
        <w:t xml:space="preserve">  </w:t>
      </w:r>
      <w:r w:rsidRPr="002D262A">
        <w:rPr>
          <w:rFonts w:ascii="Times New Roman" w:hAnsi="Times New Roman" w:cs="Times New Roman"/>
          <w:sz w:val="28"/>
          <w:szCs w:val="28"/>
        </w:rPr>
        <w:t xml:space="preserve"> </w:t>
      </w:r>
      <w:r w:rsidRPr="002D262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F6322B" w:rsidRPr="00173F22" w:rsidRDefault="00F6322B" w:rsidP="006614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73F22">
        <w:rPr>
          <w:rFonts w:ascii="Times New Roman" w:hAnsi="Times New Roman" w:cs="Times New Roman"/>
          <w:b/>
          <w:bCs/>
          <w:sz w:val="27"/>
          <w:szCs w:val="27"/>
        </w:rPr>
        <w:t>ПРИКАЗ</w:t>
      </w:r>
    </w:p>
    <w:p w:rsidR="00F6322B" w:rsidRPr="00173F22" w:rsidRDefault="00F6322B" w:rsidP="006614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F6322B" w:rsidRDefault="00F6322B" w:rsidP="00586E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О совместном проведении</w:t>
      </w:r>
      <w:r w:rsidRPr="00CC3B6D">
        <w:rPr>
          <w:rFonts w:ascii="Times New Roman" w:hAnsi="Times New Roman" w:cs="Times New Roman"/>
          <w:sz w:val="28"/>
          <w:szCs w:val="28"/>
        </w:rPr>
        <w:t xml:space="preserve"> Республиканск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C3B6D">
        <w:rPr>
          <w:rFonts w:ascii="Times New Roman" w:hAnsi="Times New Roman" w:cs="Times New Roman"/>
          <w:sz w:val="28"/>
          <w:szCs w:val="28"/>
        </w:rPr>
        <w:t xml:space="preserve"> экологическ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</w:p>
    <w:p w:rsidR="00F6322B" w:rsidRDefault="00F6322B" w:rsidP="00586E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3B6D">
        <w:rPr>
          <w:rFonts w:ascii="Times New Roman" w:hAnsi="Times New Roman" w:cs="Times New Roman"/>
          <w:sz w:val="28"/>
          <w:szCs w:val="28"/>
        </w:rPr>
        <w:t>фестивал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C3B6D">
        <w:rPr>
          <w:rFonts w:ascii="Times New Roman" w:hAnsi="Times New Roman" w:cs="Times New Roman"/>
          <w:sz w:val="28"/>
          <w:szCs w:val="28"/>
        </w:rPr>
        <w:t xml:space="preserve"> учащихся «Зеленая планета - 2015»</w:t>
      </w:r>
    </w:p>
    <w:p w:rsidR="00F6322B" w:rsidRDefault="00F6322B" w:rsidP="00586E2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C3B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      </w:t>
      </w:r>
    </w:p>
    <w:p w:rsidR="00F6322B" w:rsidRPr="00E00A9E" w:rsidRDefault="00F6322B" w:rsidP="00E00A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A9E">
        <w:rPr>
          <w:rFonts w:ascii="Times New Roman" w:hAnsi="Times New Roman" w:cs="Times New Roman"/>
          <w:sz w:val="28"/>
          <w:szCs w:val="28"/>
        </w:rPr>
        <w:t>В соответствии с  Календарным планом совместных  мероприятий муниципальных органов управления образованием и Министерства образования и науки Республики Татарстан на территории муниципальных районов и округов Республики Татарстан и планом мероприятий по экологическому и трудовому воспитанию и образованию на 2014-2015 учебный год в Республике Татарстан, утвержденному Министерством образования и науки РТ (письмо от 08.11.2014 за № 21070/14), в целях выявления и поддержки одаренных детей, воспитания экологической культуры подрастающего поколения ПРИКАЗЫВАЮ:</w:t>
      </w:r>
    </w:p>
    <w:p w:rsidR="00F6322B" w:rsidRPr="00E00A9E" w:rsidRDefault="00F6322B" w:rsidP="00E00A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22B" w:rsidRPr="00E00A9E" w:rsidRDefault="00F6322B" w:rsidP="00E00A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A9E">
        <w:rPr>
          <w:rFonts w:ascii="Times New Roman" w:hAnsi="Times New Roman" w:cs="Times New Roman"/>
          <w:sz w:val="28"/>
          <w:szCs w:val="28"/>
        </w:rPr>
        <w:t xml:space="preserve">1.Провести по согласованию с руководством Пестречинского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3 марта</w:t>
      </w:r>
      <w:r w:rsidRPr="00E00A9E">
        <w:rPr>
          <w:rFonts w:ascii="Times New Roman" w:hAnsi="Times New Roman" w:cs="Times New Roman"/>
          <w:sz w:val="28"/>
          <w:szCs w:val="28"/>
        </w:rPr>
        <w:t xml:space="preserve"> 2015 года Республиканский экологический  фестиваль «Зеленая планета - 2015»</w:t>
      </w:r>
      <w:r w:rsidRPr="00E00A9E">
        <w:rPr>
          <w:rFonts w:ascii="Times New Roman" w:hAnsi="Times New Roman" w:cs="Times New Roman"/>
          <w:sz w:val="28"/>
          <w:szCs w:val="28"/>
          <w:lang w:eastAsia="ru-RU"/>
        </w:rPr>
        <w:t xml:space="preserve"> для  учащихся 7-11 классов общеобразовательных организаций Республики Татарстан </w:t>
      </w:r>
      <w:r w:rsidRPr="00E00A9E">
        <w:rPr>
          <w:rFonts w:ascii="Times New Roman" w:hAnsi="Times New Roman" w:cs="Times New Roman"/>
          <w:sz w:val="28"/>
          <w:szCs w:val="28"/>
        </w:rPr>
        <w:t>на базе Муниципального бюджетного общеобразовательного учреждения «Пестречинская средняя общеобразовательная школа №1 с углубленным изучением отдельных предметов» Пестречинского  муниципального района Республики Татарстан.</w:t>
      </w:r>
    </w:p>
    <w:p w:rsidR="00F6322B" w:rsidRPr="00E00A9E" w:rsidRDefault="00F6322B" w:rsidP="00E00A9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A9E">
        <w:rPr>
          <w:rFonts w:ascii="Times New Roman" w:hAnsi="Times New Roman" w:cs="Times New Roman"/>
          <w:sz w:val="28"/>
          <w:szCs w:val="28"/>
        </w:rPr>
        <w:t xml:space="preserve">2.Принять Положение </w:t>
      </w:r>
      <w:r w:rsidRPr="00E00A9E">
        <w:rPr>
          <w:rStyle w:val="FontStyle14"/>
          <w:b w:val="0"/>
          <w:bCs w:val="0"/>
          <w:sz w:val="28"/>
          <w:szCs w:val="28"/>
        </w:rPr>
        <w:t xml:space="preserve">о Республиканском экологическом фестивале учащихся «Зеленая планета-2015» </w:t>
      </w:r>
      <w:r w:rsidRPr="00E00A9E">
        <w:rPr>
          <w:rFonts w:ascii="Times New Roman" w:hAnsi="Times New Roman" w:cs="Times New Roman"/>
          <w:sz w:val="28"/>
          <w:szCs w:val="28"/>
        </w:rPr>
        <w:t>для организации работы</w:t>
      </w:r>
      <w:r w:rsidRPr="00E00A9E">
        <w:rPr>
          <w:sz w:val="28"/>
          <w:szCs w:val="28"/>
        </w:rPr>
        <w:t xml:space="preserve"> </w:t>
      </w:r>
      <w:r w:rsidRPr="00E00A9E">
        <w:rPr>
          <w:rFonts w:ascii="Times New Roman" w:hAnsi="Times New Roman" w:cs="Times New Roman"/>
          <w:sz w:val="28"/>
          <w:szCs w:val="28"/>
        </w:rPr>
        <w:t xml:space="preserve">(Приложение 1).  </w:t>
      </w:r>
    </w:p>
    <w:p w:rsidR="00F6322B" w:rsidRPr="00E00A9E" w:rsidRDefault="00F6322B" w:rsidP="00E00A9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00A9E">
        <w:rPr>
          <w:rFonts w:ascii="Times New Roman" w:hAnsi="Times New Roman" w:cs="Times New Roman"/>
          <w:sz w:val="28"/>
          <w:szCs w:val="28"/>
        </w:rPr>
        <w:t xml:space="preserve">3.Возложить ответственность за проведение фестиваля (по согласованию) на </w:t>
      </w:r>
      <w:r w:rsidRPr="00E00A9E">
        <w:rPr>
          <w:rStyle w:val="Heading1Char"/>
          <w:sz w:val="28"/>
          <w:szCs w:val="28"/>
          <w:lang w:val="ru-RU"/>
        </w:rPr>
        <w:t xml:space="preserve"> </w:t>
      </w:r>
      <w:r w:rsidRPr="00E00A9E">
        <w:rPr>
          <w:rStyle w:val="FontStyle16"/>
          <w:sz w:val="28"/>
          <w:szCs w:val="28"/>
        </w:rPr>
        <w:t>Чихиреву Ирину Анатольевну,</w:t>
      </w:r>
      <w:r w:rsidRPr="00E00A9E">
        <w:rPr>
          <w:rFonts w:ascii="Times New Roman" w:hAnsi="Times New Roman" w:cs="Times New Roman"/>
          <w:spacing w:val="-1"/>
          <w:sz w:val="28"/>
          <w:szCs w:val="28"/>
        </w:rPr>
        <w:t xml:space="preserve"> методиста отдела образования Пестречинского муниципального района   РТ.    </w:t>
      </w:r>
    </w:p>
    <w:p w:rsidR="00F6322B" w:rsidRPr="00E00A9E" w:rsidRDefault="00F6322B" w:rsidP="00E00A9E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A9E">
        <w:rPr>
          <w:rFonts w:ascii="Times New Roman" w:hAnsi="Times New Roman" w:cs="Times New Roman"/>
          <w:sz w:val="28"/>
          <w:szCs w:val="28"/>
        </w:rPr>
        <w:t>4.Контроль за исполнением данного приказа оставляю за собой.</w:t>
      </w:r>
    </w:p>
    <w:p w:rsidR="00F6322B" w:rsidRPr="00E00A9E" w:rsidRDefault="00F6322B" w:rsidP="00E00A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22B" w:rsidRPr="00E00A9E" w:rsidRDefault="00F6322B" w:rsidP="00E00A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22B" w:rsidRDefault="00F6322B" w:rsidP="000654A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6322B" w:rsidRDefault="00F6322B" w:rsidP="006614B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Директор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Г.Д. Зарипова</w:t>
      </w:r>
    </w:p>
    <w:p w:rsidR="00F6322B" w:rsidRDefault="00F6322B" w:rsidP="006614B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sectPr w:rsidR="00F6322B" w:rsidSect="00E00A9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B3"/>
    <w:multiLevelType w:val="hybridMultilevel"/>
    <w:tmpl w:val="6AF82DE4"/>
    <w:lvl w:ilvl="0" w:tplc="D8AA6B3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65200A"/>
    <w:multiLevelType w:val="hybridMultilevel"/>
    <w:tmpl w:val="A68A7D38"/>
    <w:lvl w:ilvl="0" w:tplc="8278AD0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94A6A0E"/>
    <w:multiLevelType w:val="hybridMultilevel"/>
    <w:tmpl w:val="F5741FBE"/>
    <w:lvl w:ilvl="0" w:tplc="6D0866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FC330A1"/>
    <w:multiLevelType w:val="hybridMultilevel"/>
    <w:tmpl w:val="8B98D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4A40D5"/>
    <w:multiLevelType w:val="hybridMultilevel"/>
    <w:tmpl w:val="9F748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14B9"/>
    <w:rsid w:val="00002854"/>
    <w:rsid w:val="00025FEA"/>
    <w:rsid w:val="00060766"/>
    <w:rsid w:val="000654A6"/>
    <w:rsid w:val="00086FD9"/>
    <w:rsid w:val="000A49BA"/>
    <w:rsid w:val="000B3541"/>
    <w:rsid w:val="000D1C37"/>
    <w:rsid w:val="00132418"/>
    <w:rsid w:val="00142044"/>
    <w:rsid w:val="00152E8F"/>
    <w:rsid w:val="00173F22"/>
    <w:rsid w:val="001B3E66"/>
    <w:rsid w:val="001B69A9"/>
    <w:rsid w:val="001D6824"/>
    <w:rsid w:val="001E0B08"/>
    <w:rsid w:val="001F57F4"/>
    <w:rsid w:val="00200D26"/>
    <w:rsid w:val="00215658"/>
    <w:rsid w:val="002D262A"/>
    <w:rsid w:val="002E2253"/>
    <w:rsid w:val="002F30DF"/>
    <w:rsid w:val="003D5C27"/>
    <w:rsid w:val="003E4B95"/>
    <w:rsid w:val="003F0265"/>
    <w:rsid w:val="004436D2"/>
    <w:rsid w:val="00477F16"/>
    <w:rsid w:val="00493C89"/>
    <w:rsid w:val="00494F9F"/>
    <w:rsid w:val="004B0324"/>
    <w:rsid w:val="004C1192"/>
    <w:rsid w:val="00504082"/>
    <w:rsid w:val="0054014C"/>
    <w:rsid w:val="00546283"/>
    <w:rsid w:val="005607F1"/>
    <w:rsid w:val="00586E25"/>
    <w:rsid w:val="005C0A6A"/>
    <w:rsid w:val="005D3485"/>
    <w:rsid w:val="00647BB1"/>
    <w:rsid w:val="006614B9"/>
    <w:rsid w:val="00662C5F"/>
    <w:rsid w:val="006701D4"/>
    <w:rsid w:val="006D55CF"/>
    <w:rsid w:val="006E1246"/>
    <w:rsid w:val="006E2CF1"/>
    <w:rsid w:val="0071247A"/>
    <w:rsid w:val="00717B8D"/>
    <w:rsid w:val="00747864"/>
    <w:rsid w:val="00752584"/>
    <w:rsid w:val="0077791A"/>
    <w:rsid w:val="007B22C8"/>
    <w:rsid w:val="007D4439"/>
    <w:rsid w:val="00823AB0"/>
    <w:rsid w:val="008A0083"/>
    <w:rsid w:val="00933A71"/>
    <w:rsid w:val="00956D38"/>
    <w:rsid w:val="0098109E"/>
    <w:rsid w:val="00A65F73"/>
    <w:rsid w:val="00A80B80"/>
    <w:rsid w:val="00AA63E0"/>
    <w:rsid w:val="00BD1404"/>
    <w:rsid w:val="00BD6DC4"/>
    <w:rsid w:val="00C3254A"/>
    <w:rsid w:val="00C443C7"/>
    <w:rsid w:val="00CC3B6D"/>
    <w:rsid w:val="00CF44FE"/>
    <w:rsid w:val="00D51F95"/>
    <w:rsid w:val="00DF4031"/>
    <w:rsid w:val="00DF5ECF"/>
    <w:rsid w:val="00E00A9E"/>
    <w:rsid w:val="00E73A31"/>
    <w:rsid w:val="00E8091F"/>
    <w:rsid w:val="00EB4CE6"/>
    <w:rsid w:val="00F272BF"/>
    <w:rsid w:val="00F351E9"/>
    <w:rsid w:val="00F37CFE"/>
    <w:rsid w:val="00F6322B"/>
    <w:rsid w:val="00FC035E"/>
    <w:rsid w:val="00FD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4B9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AA63E0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32418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6614B9"/>
    <w:pPr>
      <w:ind w:left="720"/>
    </w:pPr>
  </w:style>
  <w:style w:type="table" w:styleId="TableGrid">
    <w:name w:val="Table Grid"/>
    <w:basedOn w:val="TableNormal"/>
    <w:uiPriority w:val="99"/>
    <w:rsid w:val="006614B9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Normal"/>
    <w:uiPriority w:val="99"/>
    <w:rsid w:val="00823AB0"/>
    <w:pPr>
      <w:widowControl w:val="0"/>
      <w:autoSpaceDE w:val="0"/>
      <w:autoSpaceDN w:val="0"/>
      <w:adjustRightInd w:val="0"/>
      <w:spacing w:after="0" w:line="302" w:lineRule="exact"/>
      <w:ind w:hanging="1358"/>
    </w:pPr>
    <w:rPr>
      <w:sz w:val="24"/>
      <w:szCs w:val="24"/>
      <w:lang w:eastAsia="ru-RU"/>
    </w:rPr>
  </w:style>
  <w:style w:type="character" w:customStyle="1" w:styleId="FontStyle14">
    <w:name w:val="Font Style14"/>
    <w:uiPriority w:val="99"/>
    <w:rsid w:val="00823AB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uiPriority w:val="99"/>
    <w:rsid w:val="0050408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158</TotalTime>
  <Pages>1</Pages>
  <Words>284</Words>
  <Characters>1623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методкабинет</dc:creator>
  <cp:keywords/>
  <dc:description/>
  <cp:lastModifiedBy>User</cp:lastModifiedBy>
  <cp:revision>10</cp:revision>
  <cp:lastPrinted>2015-01-12T13:01:00Z</cp:lastPrinted>
  <dcterms:created xsi:type="dcterms:W3CDTF">2014-11-24T11:26:00Z</dcterms:created>
  <dcterms:modified xsi:type="dcterms:W3CDTF">2015-01-14T13:09:00Z</dcterms:modified>
</cp:coreProperties>
</file>